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755F5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0839822E" w14:textId="77777777" w:rsidR="001B7E0E" w:rsidRPr="00E615D2" w:rsidRDefault="001B7E0E" w:rsidP="001B7E0E">
      <w:pPr>
        <w:rPr>
          <w:rFonts w:ascii="Calibri" w:hAnsi="Calibri" w:cs="Calibri"/>
          <w:b/>
          <w:sz w:val="22"/>
          <w:szCs w:val="22"/>
        </w:rPr>
      </w:pPr>
    </w:p>
    <w:p w14:paraId="2143E0F3" w14:textId="77777777" w:rsidR="001B7E0E" w:rsidRPr="00E615D2" w:rsidRDefault="001B7E0E" w:rsidP="001B7E0E">
      <w:pPr>
        <w:rPr>
          <w:rFonts w:ascii="Calibri" w:hAnsi="Calibri" w:cs="Calibri"/>
          <w:sz w:val="22"/>
          <w:szCs w:val="22"/>
        </w:rPr>
      </w:pPr>
    </w:p>
    <w:p w14:paraId="441993A2" w14:textId="155E585D" w:rsidR="001B7E0E" w:rsidRPr="004856FF" w:rsidRDefault="00175508" w:rsidP="00175508">
      <w:pPr>
        <w:jc w:val="right"/>
        <w:rPr>
          <w:rFonts w:ascii="Calibri" w:hAnsi="Calibri" w:cs="Calibri"/>
          <w:b/>
          <w:sz w:val="22"/>
          <w:szCs w:val="22"/>
        </w:rPr>
      </w:pPr>
      <w:r w:rsidRPr="004856FF">
        <w:rPr>
          <w:rFonts w:ascii="Calibri" w:hAnsi="Calibri" w:cs="Calibri"/>
          <w:b/>
          <w:sz w:val="22"/>
          <w:szCs w:val="22"/>
        </w:rPr>
        <w:t xml:space="preserve">Anexa  </w:t>
      </w:r>
      <w:r w:rsidR="009F7992">
        <w:rPr>
          <w:rFonts w:ascii="Calibri" w:hAnsi="Calibri" w:cs="Calibri"/>
          <w:b/>
          <w:sz w:val="22"/>
          <w:szCs w:val="22"/>
        </w:rPr>
        <w:t>20</w:t>
      </w:r>
    </w:p>
    <w:p w14:paraId="38BA4FD3" w14:textId="2BC831CC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3A2B34AE" w14:textId="2690BB53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96F16E7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1D2241E5" w14:textId="77777777" w:rsidR="001B7E0E" w:rsidRDefault="001B7E0E" w:rsidP="001B7E0E">
      <w:pPr>
        <w:rPr>
          <w:rFonts w:ascii="Calibri" w:hAnsi="Calibri" w:cs="Calibri"/>
          <w:sz w:val="22"/>
          <w:szCs w:val="22"/>
        </w:rPr>
      </w:pPr>
    </w:p>
    <w:p w14:paraId="24418106" w14:textId="77777777" w:rsidR="001B7E0E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7FFF8E7B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0A09F395" w14:textId="77777777" w:rsidR="001B7E0E" w:rsidRDefault="001B7E0E" w:rsidP="001B7E0E">
      <w:pPr>
        <w:jc w:val="center"/>
        <w:rPr>
          <w:rFonts w:ascii="Calibri" w:hAnsi="Calibri" w:cs="Calibri"/>
          <w:sz w:val="22"/>
          <w:szCs w:val="22"/>
        </w:rPr>
      </w:pPr>
    </w:p>
    <w:p w14:paraId="688CBEC2" w14:textId="77777777" w:rsidR="001B7E0E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3AD24803" w14:textId="7A7F0C2A" w:rsidR="001B7E0E" w:rsidRPr="00454743" w:rsidRDefault="001B7E0E" w:rsidP="001B7E0E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PROIECTULUI</w:t>
      </w:r>
    </w:p>
    <w:p w14:paraId="30216D5D" w14:textId="77777777" w:rsidR="001B7E0E" w:rsidRPr="00DD7B14" w:rsidRDefault="001B7E0E" w:rsidP="001B7E0E">
      <w:pPr>
        <w:jc w:val="center"/>
        <w:rPr>
          <w:rFonts w:ascii="Calibri" w:hAnsi="Calibri" w:cs="Calibri"/>
          <w:b/>
          <w:sz w:val="44"/>
          <w:szCs w:val="44"/>
        </w:rPr>
      </w:pPr>
    </w:p>
    <w:p w14:paraId="0D6D4D3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559F97CA" w14:textId="4646AACF" w:rsidR="001B7E0E" w:rsidRDefault="001B7E0E" w:rsidP="001B7E0E">
      <w:pPr>
        <w:jc w:val="both"/>
        <w:rPr>
          <w:rFonts w:ascii="Calibri" w:hAnsi="Calibri" w:cs="Calibri"/>
        </w:rPr>
      </w:pPr>
    </w:p>
    <w:p w14:paraId="20139F04" w14:textId="77777777" w:rsidR="001B7E0E" w:rsidRPr="009A760C" w:rsidRDefault="001B7E0E" w:rsidP="001B7E0E">
      <w:pPr>
        <w:jc w:val="both"/>
        <w:rPr>
          <w:rFonts w:ascii="Calibri" w:hAnsi="Calibri" w:cs="Calibri"/>
        </w:rPr>
      </w:pPr>
    </w:p>
    <w:p w14:paraId="668F03E3" w14:textId="77777777" w:rsidR="001B7E0E" w:rsidRPr="00695B5E" w:rsidRDefault="001B7E0E" w:rsidP="001B7E0E">
      <w:pPr>
        <w:rPr>
          <w:rFonts w:ascii="Calibri" w:hAnsi="Calibri" w:cs="Calibri"/>
          <w:b/>
        </w:rPr>
      </w:pPr>
    </w:p>
    <w:p w14:paraId="1794FDB3" w14:textId="77777777" w:rsidR="001B7E0E" w:rsidRDefault="001B7E0E" w:rsidP="001B7E0E">
      <w:pPr>
        <w:rPr>
          <w:rFonts w:ascii="Calibri" w:hAnsi="Calibri" w:cs="Calibri"/>
          <w:b/>
          <w:sz w:val="44"/>
          <w:szCs w:val="44"/>
        </w:rPr>
      </w:pPr>
    </w:p>
    <w:p w14:paraId="49D57486" w14:textId="77777777" w:rsidR="001B7E0E" w:rsidRPr="00695B5E" w:rsidRDefault="001B7E0E" w:rsidP="001B7E0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1CE410DF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74680CD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6C12EB4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p w14:paraId="4C299BD0" w14:textId="77777777" w:rsidR="001B7E0E" w:rsidRDefault="001B7E0E" w:rsidP="001B7E0E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BC52CD" w:rsidRPr="00843357" w14:paraId="45501397" w14:textId="77777777" w:rsidTr="009A5F7F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5412BB7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843357">
              <w:rPr>
                <w:rFonts w:asciiTheme="minorHAnsi" w:hAnsiTheme="minorHAnsi" w:cstheme="minorHAnsi"/>
                <w:b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F7B08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FCCD5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1C2A5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27C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4043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>Termen de realizare</w:t>
            </w:r>
          </w:p>
          <w:p w14:paraId="2DB3772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92B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9954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43357">
              <w:rPr>
                <w:rFonts w:asciiTheme="minorHAnsi" w:hAnsiTheme="minorHAnsi" w:cstheme="minorHAnsi"/>
                <w:b/>
                <w:bCs/>
              </w:rPr>
              <w:t>Ținta finala indicator de realizare/ rezultat</w:t>
            </w:r>
          </w:p>
        </w:tc>
      </w:tr>
      <w:tr w:rsidR="00BC52CD" w:rsidRPr="00843357" w14:paraId="319F79F5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2C0C6D3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73C7676B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43D75ECB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385C7361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4DC31DB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</w:t>
            </w:r>
          </w:p>
          <w:p w14:paraId="5157C84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achizitie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2FAB1A9E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5228FC8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96CE525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03ACF10E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4E168AB6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51D458B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5A5CFE5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3C96F60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06682B08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</w:t>
            </w:r>
          </w:p>
          <w:p w14:paraId="65477AE4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achizitie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0242646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4811B82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6AD18A21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21EF6F1B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1CA84A4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3</w:t>
            </w:r>
          </w:p>
        </w:tc>
        <w:tc>
          <w:tcPr>
            <w:tcW w:w="2099" w:type="dxa"/>
            <w:shd w:val="clear" w:color="auto" w:fill="auto"/>
          </w:tcPr>
          <w:p w14:paraId="7F36555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6275CD3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C4F921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73A59DDA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</w:t>
            </w:r>
          </w:p>
          <w:p w14:paraId="33A5B84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achizitie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779BF813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588E125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5F32262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3B322455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798621B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099" w:type="dxa"/>
            <w:shd w:val="clear" w:color="auto" w:fill="auto"/>
          </w:tcPr>
          <w:p w14:paraId="29C8718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09B902A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19A828C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6331E94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</w:t>
            </w:r>
          </w:p>
          <w:p w14:paraId="0CD05551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2F65C13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Se va completa de către beneficiar, dar nu mai </w:t>
            </w:r>
            <w:proofErr w:type="spellStart"/>
            <w:r w:rsidRPr="00843357">
              <w:rPr>
                <w:rFonts w:asciiTheme="minorHAnsi" w:hAnsiTheme="minorHAnsi" w:cstheme="minorHAnsi"/>
              </w:rPr>
              <w:t>tarziu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de 9 luni de la data </w:t>
            </w:r>
            <w:proofErr w:type="spellStart"/>
            <w:r w:rsidRPr="00843357">
              <w:rPr>
                <w:rFonts w:asciiTheme="minorHAnsi" w:hAnsiTheme="minorHAnsi" w:cstheme="minorHAnsi"/>
              </w:rPr>
              <w:t>semnarii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contractului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finantare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6DB15A8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7EBC6B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13E8620C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0DA894EB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1765AC2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Depunerea la AM PR Centru a documentației Proiectului Tehnic (în situația in care se încheie contract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lastRenderedPageBreak/>
              <w:t>achizitie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PT + </w:t>
            </w:r>
            <w:proofErr w:type="spellStart"/>
            <w:r w:rsidRPr="00843357">
              <w:rPr>
                <w:rFonts w:asciiTheme="minorHAnsi" w:hAnsiTheme="minorHAnsi" w:cstheme="minorHAnsi"/>
              </w:rPr>
              <w:t>executie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357">
              <w:rPr>
                <w:rFonts w:asciiTheme="minorHAnsi" w:hAnsiTheme="minorHAnsi" w:cstheme="minorHAnsi"/>
              </w:rPr>
              <w:t>lucrari</w:t>
            </w:r>
            <w:proofErr w:type="spellEnd"/>
            <w:r w:rsidRPr="008433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328A112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75C1263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0DE2E68B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</w:t>
            </w:r>
          </w:p>
          <w:p w14:paraId="54B31393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7502C744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Se va completa de către beneficiar, dar nu mai </w:t>
            </w:r>
            <w:proofErr w:type="spellStart"/>
            <w:r w:rsidRPr="00843357">
              <w:rPr>
                <w:rFonts w:asciiTheme="minorHAnsi" w:hAnsiTheme="minorHAnsi" w:cstheme="minorHAnsi"/>
              </w:rPr>
              <w:t>tarziu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de 13 luni de la data </w:t>
            </w:r>
            <w:proofErr w:type="spellStart"/>
            <w:r w:rsidRPr="00843357">
              <w:rPr>
                <w:rFonts w:asciiTheme="minorHAnsi" w:hAnsiTheme="minorHAnsi" w:cstheme="minorHAnsi"/>
              </w:rPr>
              <w:t>semnarii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contractului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finantare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14:paraId="06A365E1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5882B0D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3DD6723A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55063568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6A3BC8D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Depunerea la AM PR Centru a dosarului de achiziție aferent contractului de execuție lucrări (cu </w:t>
            </w:r>
            <w:proofErr w:type="spellStart"/>
            <w:r w:rsidRPr="00843357">
              <w:rPr>
                <w:rFonts w:asciiTheme="minorHAnsi" w:hAnsiTheme="minorHAnsi" w:cstheme="minorHAnsi"/>
              </w:rPr>
              <w:t>exceptia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357">
              <w:rPr>
                <w:rFonts w:asciiTheme="minorHAnsi" w:hAnsiTheme="minorHAnsi" w:cstheme="minorHAnsi"/>
              </w:rPr>
              <w:t>situatiei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in care se încheie contract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achizitie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357">
              <w:rPr>
                <w:rFonts w:asciiTheme="minorHAnsi" w:hAnsiTheme="minorHAnsi" w:cstheme="minorHAnsi"/>
              </w:rPr>
              <w:t>PT+executie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43357">
              <w:rPr>
                <w:rFonts w:asciiTheme="minorHAnsi" w:hAnsiTheme="minorHAnsi" w:cstheme="minorHAnsi"/>
              </w:rPr>
              <w:t>lucrari</w:t>
            </w:r>
            <w:proofErr w:type="spellEnd"/>
            <w:r w:rsidRPr="0084335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162" w:type="dxa"/>
            <w:shd w:val="clear" w:color="auto" w:fill="auto"/>
          </w:tcPr>
          <w:p w14:paraId="12940BAA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4903766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3BAA1833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</w:t>
            </w:r>
          </w:p>
          <w:p w14:paraId="076F35B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notificării /comunicării de depunere a dosarului de </w:t>
            </w:r>
            <w:proofErr w:type="spellStart"/>
            <w:r w:rsidRPr="00843357">
              <w:rPr>
                <w:rFonts w:asciiTheme="minorHAnsi" w:hAnsiTheme="minorHAnsi" w:cstheme="minorHAnsi"/>
              </w:rPr>
              <w:t>achizitie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în MySMIS 2021</w:t>
            </w:r>
          </w:p>
        </w:tc>
        <w:tc>
          <w:tcPr>
            <w:tcW w:w="2693" w:type="dxa"/>
            <w:shd w:val="clear" w:color="auto" w:fill="auto"/>
          </w:tcPr>
          <w:p w14:paraId="506BA6F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Se va completa de către beneficiar, dar nu mai </w:t>
            </w:r>
            <w:proofErr w:type="spellStart"/>
            <w:r w:rsidRPr="00843357">
              <w:rPr>
                <w:rFonts w:asciiTheme="minorHAnsi" w:hAnsiTheme="minorHAnsi" w:cstheme="minorHAnsi"/>
              </w:rPr>
              <w:t>tarziu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de:</w:t>
            </w:r>
          </w:p>
          <w:p w14:paraId="4CF1E9A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- 18 luni de la semnarea contractului de finanțare pentru proiectele care s-au semnat în baza documentațiilor tehnico-economice faza SF/ DALI</w:t>
            </w:r>
          </w:p>
          <w:p w14:paraId="0017F120" w14:textId="37556BC2" w:rsidR="00BC52CD" w:rsidRPr="00843357" w:rsidRDefault="00BC52CD" w:rsidP="00843357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- 9 luni de la semnarea contractului de finanțare pentru proiectele care s-au semnat în baza documentațiilor tehnico-economice faza Proiect tehnic </w:t>
            </w:r>
          </w:p>
        </w:tc>
        <w:tc>
          <w:tcPr>
            <w:tcW w:w="1985" w:type="dxa"/>
            <w:shd w:val="clear" w:color="auto" w:fill="auto"/>
          </w:tcPr>
          <w:p w14:paraId="3189F805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14FCB5C8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499BFF9F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66E8FA3A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47723" w14:textId="77777777" w:rsidR="00BC52CD" w:rsidRPr="00843357" w:rsidRDefault="00BC52CD" w:rsidP="009A5F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Stadiu</w:t>
            </w:r>
          </w:p>
          <w:p w14:paraId="7BEB3B0D" w14:textId="77777777" w:rsidR="00BC52CD" w:rsidRPr="00843357" w:rsidRDefault="00BC52CD" w:rsidP="009A5F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financiar de</w:t>
            </w:r>
          </w:p>
          <w:p w14:paraId="0A454A8D" w14:textId="77777777" w:rsidR="00BC52CD" w:rsidRPr="00843357" w:rsidRDefault="00BC52CD" w:rsidP="009A5F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minim 25% din</w:t>
            </w:r>
          </w:p>
          <w:p w14:paraId="1F49BB32" w14:textId="77777777" w:rsidR="00BC52CD" w:rsidRPr="00843357" w:rsidRDefault="00BC52CD" w:rsidP="009A5F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F3AF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79A4F7DA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Depunerea spre decontare la AM PR Centru de cereri de rambursare/plată în </w:t>
            </w:r>
            <w:r w:rsidRPr="00843357">
              <w:rPr>
                <w:rFonts w:asciiTheme="minorHAnsi" w:hAnsiTheme="minorHAnsi" w:cstheme="minorHAnsi"/>
              </w:rPr>
              <w:lastRenderedPageBreak/>
              <w:t>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48C57143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Verificarea transmiterii notificării de depu</w:t>
            </w:r>
            <w:r w:rsidRPr="00843357">
              <w:rPr>
                <w:rFonts w:asciiTheme="minorHAnsi" w:hAnsiTheme="minorHAnsi" w:cstheme="minorHAnsi"/>
              </w:rPr>
              <w:lastRenderedPageBreak/>
              <w:t>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5996F5F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 xml:space="preserve">Se va completa de beneficiar, dar nu mai </w:t>
            </w:r>
            <w:proofErr w:type="spellStart"/>
            <w:r w:rsidRPr="00843357">
              <w:rPr>
                <w:rFonts w:asciiTheme="minorHAnsi" w:hAnsiTheme="minorHAnsi" w:cstheme="minorHAnsi"/>
              </w:rPr>
              <w:t>tarziu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de:</w:t>
            </w:r>
          </w:p>
          <w:p w14:paraId="0F673B1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- 25 luni de la semnarea contractului de finanțare pentru proiectele care s-au semnat în baza documentațiilor tehnico-economice faza SF/ DALI</w:t>
            </w:r>
          </w:p>
          <w:p w14:paraId="4689EE7A" w14:textId="5B4E4AE2" w:rsidR="00BC52CD" w:rsidRPr="00843357" w:rsidRDefault="00BC52CD" w:rsidP="00843357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- 16 luni de la semnarea contractului de finanțare pentru proiectele care s-au semnat în baza documentațiilor tehnico-economice faza Proiect tehnic</w:t>
            </w:r>
          </w:p>
        </w:tc>
        <w:tc>
          <w:tcPr>
            <w:tcW w:w="1985" w:type="dxa"/>
            <w:shd w:val="clear" w:color="auto" w:fill="auto"/>
          </w:tcPr>
          <w:p w14:paraId="348E8ED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5C0BBE9A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11322E32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00AA6343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B56B" w14:textId="77777777" w:rsidR="00BC52CD" w:rsidRPr="00843357" w:rsidRDefault="00BC52CD" w:rsidP="009A5F7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Stadiu</w:t>
            </w:r>
          </w:p>
          <w:p w14:paraId="00728692" w14:textId="77777777" w:rsidR="00BC52CD" w:rsidRPr="00843357" w:rsidRDefault="00BC52CD" w:rsidP="009A5F7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financiar de</w:t>
            </w:r>
          </w:p>
          <w:p w14:paraId="44A12C99" w14:textId="77777777" w:rsidR="00BC52CD" w:rsidRPr="00843357" w:rsidRDefault="00BC52CD" w:rsidP="009A5F7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minim 75% din</w:t>
            </w:r>
          </w:p>
          <w:p w14:paraId="7638C973" w14:textId="77777777" w:rsidR="00BC52CD" w:rsidRPr="00843357" w:rsidRDefault="00BC52CD" w:rsidP="009A5F7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548FE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91E412B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decontare la AM PR Centru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08B6E31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6B31D1D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Se va completa de beneficiar, dar nu mai </w:t>
            </w:r>
            <w:proofErr w:type="spellStart"/>
            <w:r w:rsidRPr="00843357">
              <w:rPr>
                <w:rFonts w:asciiTheme="minorHAnsi" w:hAnsiTheme="minorHAnsi" w:cstheme="minorHAnsi"/>
              </w:rPr>
              <w:t>tarziu</w:t>
            </w:r>
            <w:proofErr w:type="spellEnd"/>
            <w:r w:rsidRPr="00843357">
              <w:rPr>
                <w:rFonts w:asciiTheme="minorHAnsi" w:hAnsiTheme="minorHAnsi" w:cstheme="minorHAnsi"/>
              </w:rPr>
              <w:t xml:space="preserve"> de:</w:t>
            </w:r>
          </w:p>
          <w:p w14:paraId="714C6764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- 39 luni de la semnarea contractului de finanțare pentru proiectele care s-au semnat în baza documentațiilor tehnico-economice faza SF/ DALI</w:t>
            </w:r>
          </w:p>
          <w:p w14:paraId="51B5DE69" w14:textId="1135C6F9" w:rsidR="00BC52CD" w:rsidRPr="00843357" w:rsidRDefault="00BC52CD" w:rsidP="00843357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- 30 luni de la semnarea contractului de finanțare pentru proiectele care s-au semnat în baza documentațiilor tehnico-economice faza Proiect tehnic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14:paraId="49224AB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39A4ABE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C52CD" w:rsidRPr="00843357" w14:paraId="3E1018B2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4D22FF7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2AF672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2E1409D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51CB8248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0751EEE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6D47F414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C6B986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46C1977B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2639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va completa de către beneficiar</w:t>
            </w:r>
          </w:p>
        </w:tc>
      </w:tr>
      <w:tr w:rsidR="00BC52CD" w:rsidRPr="00843357" w14:paraId="04FC7CF5" w14:textId="77777777" w:rsidTr="009A5F7F">
        <w:trPr>
          <w:jc w:val="center"/>
        </w:trPr>
        <w:tc>
          <w:tcPr>
            <w:tcW w:w="567" w:type="dxa"/>
            <w:shd w:val="clear" w:color="auto" w:fill="auto"/>
          </w:tcPr>
          <w:p w14:paraId="0A904327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5B6CE484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7B87826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18A1A8B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Depunerea spre verificare la AM PR Centru a Raportului de progres final</w:t>
            </w:r>
          </w:p>
          <w:p w14:paraId="0CD1660C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844825F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574A5033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58F39EA0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t xml:space="preserve">Raportul de progres final, raportul de vizită final la locația de implementare a proiectului, orice alte </w:t>
            </w:r>
            <w:r w:rsidRPr="00843357">
              <w:rPr>
                <w:rFonts w:asciiTheme="minorHAnsi" w:hAnsiTheme="minorHAnsi" w:cstheme="minorHAnsi"/>
              </w:rPr>
              <w:lastRenderedPageBreak/>
              <w:t>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941C2" w14:textId="77777777" w:rsidR="00BC52CD" w:rsidRPr="00843357" w:rsidRDefault="00BC52CD" w:rsidP="009A5F7F">
            <w:pPr>
              <w:jc w:val="both"/>
              <w:rPr>
                <w:rFonts w:asciiTheme="minorHAnsi" w:hAnsiTheme="minorHAnsi" w:cstheme="minorHAnsi"/>
              </w:rPr>
            </w:pPr>
            <w:r w:rsidRPr="00843357">
              <w:rPr>
                <w:rFonts w:asciiTheme="minorHAnsi" w:hAnsiTheme="minorHAnsi" w:cstheme="minorHAnsi"/>
              </w:rPr>
              <w:lastRenderedPageBreak/>
              <w:t>Se va completa de către beneficiar</w:t>
            </w:r>
          </w:p>
        </w:tc>
      </w:tr>
    </w:tbl>
    <w:p w14:paraId="25134771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091D5909" w14:textId="77777777" w:rsidR="001B7E0E" w:rsidRDefault="001B7E0E" w:rsidP="001B7E0E">
      <w:p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În sensul prezentei metodologii, </w:t>
      </w:r>
      <w:r w:rsidRPr="00B71552">
        <w:rPr>
          <w:rFonts w:ascii="Calibri" w:hAnsi="Calibri" w:cs="Calibri"/>
          <w:b/>
        </w:rPr>
        <w:t>indicatorii de etapă</w:t>
      </w:r>
      <w:r w:rsidRPr="00B71552">
        <w:rPr>
          <w:rFonts w:ascii="Calibri" w:hAnsi="Calibri" w:cs="Calibri"/>
        </w:rPr>
        <w:t xml:space="preserve"> reprezintă repere cantitative, valorice sau calitative </w:t>
      </w:r>
      <w:proofErr w:type="spellStart"/>
      <w:r w:rsidRPr="00B71552">
        <w:rPr>
          <w:rFonts w:ascii="Calibri" w:hAnsi="Calibri" w:cs="Calibri"/>
        </w:rPr>
        <w:t>faţă</w:t>
      </w:r>
      <w:proofErr w:type="spellEnd"/>
      <w:r w:rsidRPr="00B71552">
        <w:rPr>
          <w:rFonts w:ascii="Calibri" w:hAnsi="Calibri" w:cs="Calibri"/>
        </w:rPr>
        <w:t xml:space="preserve"> de care este monitorizat şi evaluat, într-o manieră obiectivă şi transparentă, progresul imp</w:t>
      </w:r>
      <w:r>
        <w:rPr>
          <w:rFonts w:ascii="Calibri" w:hAnsi="Calibri" w:cs="Calibri"/>
        </w:rPr>
        <w:t>lementării unui proiect.</w:t>
      </w:r>
      <w:r w:rsidRPr="00B71552">
        <w:rPr>
          <w:rFonts w:ascii="Calibri" w:hAnsi="Calibri" w:cs="Calibri"/>
        </w:rPr>
        <w:t xml:space="preserve"> </w:t>
      </w:r>
    </w:p>
    <w:p w14:paraId="45ED5190" w14:textId="77777777" w:rsidR="001B7E0E" w:rsidRDefault="001B7E0E" w:rsidP="001B7E0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Î</w:t>
      </w:r>
      <w:r w:rsidRPr="00B71552">
        <w:rPr>
          <w:rFonts w:ascii="Calibri" w:hAnsi="Calibri" w:cs="Calibri"/>
        </w:rPr>
        <w:t xml:space="preserve">n </w:t>
      </w:r>
      <w:proofErr w:type="spellStart"/>
      <w:r w:rsidRPr="00B71552">
        <w:rPr>
          <w:rFonts w:ascii="Calibri" w:hAnsi="Calibri" w:cs="Calibri"/>
        </w:rPr>
        <w:t>funcţie</w:t>
      </w:r>
      <w:proofErr w:type="spellEnd"/>
      <w:r w:rsidRPr="00B71552">
        <w:rPr>
          <w:rFonts w:ascii="Calibri" w:hAnsi="Calibri" w:cs="Calibri"/>
        </w:rPr>
        <w:t xml:space="preserve"> de natura proiectelor, indicatorii de etapă pot reprezenta: </w:t>
      </w:r>
    </w:p>
    <w:p w14:paraId="3C5EC9FE" w14:textId="77777777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realizarea unor </w:t>
      </w:r>
      <w:proofErr w:type="spellStart"/>
      <w:r w:rsidRPr="00B71552">
        <w:rPr>
          <w:rFonts w:ascii="Calibri" w:hAnsi="Calibri" w:cs="Calibri"/>
        </w:rPr>
        <w:t>activităţi</w:t>
      </w:r>
      <w:proofErr w:type="spellEnd"/>
      <w:r w:rsidRPr="00B71552">
        <w:rPr>
          <w:rFonts w:ascii="Calibri" w:hAnsi="Calibri" w:cs="Calibri"/>
        </w:rPr>
        <w:t xml:space="preserve"> sau </w:t>
      </w:r>
      <w:proofErr w:type="spellStart"/>
      <w:r w:rsidRPr="00B71552">
        <w:rPr>
          <w:rFonts w:ascii="Calibri" w:hAnsi="Calibri" w:cs="Calibri"/>
        </w:rPr>
        <w:t>subactivităţi</w:t>
      </w:r>
      <w:proofErr w:type="spellEnd"/>
      <w:r w:rsidRPr="00B71552">
        <w:rPr>
          <w:rFonts w:ascii="Calibri" w:hAnsi="Calibri" w:cs="Calibri"/>
        </w:rPr>
        <w:t xml:space="preserve"> din proiect, </w:t>
      </w:r>
    </w:p>
    <w:p w14:paraId="1B77F675" w14:textId="77777777" w:rsidR="001B7E0E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 xml:space="preserve">atingerea unor stadii de implementare sau de </w:t>
      </w:r>
      <w:proofErr w:type="spellStart"/>
      <w:r w:rsidRPr="00B71552">
        <w:rPr>
          <w:rFonts w:ascii="Calibri" w:hAnsi="Calibri" w:cs="Calibri"/>
        </w:rPr>
        <w:t>execuţie</w:t>
      </w:r>
      <w:proofErr w:type="spellEnd"/>
      <w:r w:rsidRPr="00B71552">
        <w:rPr>
          <w:rFonts w:ascii="Calibri" w:hAnsi="Calibri" w:cs="Calibri"/>
        </w:rPr>
        <w:t xml:space="preserve"> tehnică sau financiară prestabil</w:t>
      </w:r>
      <w:r>
        <w:rPr>
          <w:rFonts w:ascii="Calibri" w:hAnsi="Calibri" w:cs="Calibri"/>
        </w:rPr>
        <w:t>ite</w:t>
      </w:r>
    </w:p>
    <w:p w14:paraId="6436B088" w14:textId="77777777" w:rsidR="001B7E0E" w:rsidRPr="00B71552" w:rsidRDefault="001B7E0E" w:rsidP="001B7E0E">
      <w:pPr>
        <w:numPr>
          <w:ilvl w:val="0"/>
          <w:numId w:val="45"/>
        </w:numPr>
        <w:jc w:val="both"/>
        <w:rPr>
          <w:rFonts w:ascii="Calibri" w:hAnsi="Calibri" w:cs="Calibri"/>
        </w:rPr>
      </w:pPr>
      <w:r w:rsidRPr="00B71552">
        <w:rPr>
          <w:rFonts w:ascii="Calibri" w:hAnsi="Calibri" w:cs="Calibri"/>
        </w:rPr>
        <w:t>stadii sau valori intermediare ale indicatorilor de realizare.</w:t>
      </w:r>
    </w:p>
    <w:p w14:paraId="211F3CEE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4671430A" w14:textId="77777777" w:rsidR="001B7E0E" w:rsidRDefault="001B7E0E" w:rsidP="001B7E0E">
      <w:p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>Planul de monitorizare a</w:t>
      </w:r>
      <w:r>
        <w:rPr>
          <w:rFonts w:ascii="Calibri" w:hAnsi="Calibri" w:cs="Calibri"/>
        </w:rPr>
        <w:t>l</w:t>
      </w:r>
      <w:r w:rsidRPr="00E8080E">
        <w:rPr>
          <w:rFonts w:ascii="Calibri" w:hAnsi="Calibri" w:cs="Calibri"/>
        </w:rPr>
        <w:t xml:space="preserve"> proiectului</w:t>
      </w:r>
      <w:r>
        <w:rPr>
          <w:rFonts w:ascii="Calibri" w:hAnsi="Calibri" w:cs="Calibri"/>
        </w:rPr>
        <w:t>:</w:t>
      </w:r>
    </w:p>
    <w:p w14:paraId="0225A28A" w14:textId="77777777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  <w:lang w:val="en-US"/>
        </w:rPr>
      </w:pPr>
      <w:r w:rsidRPr="00E8080E">
        <w:rPr>
          <w:rFonts w:ascii="Calibri" w:hAnsi="Calibri" w:cs="Calibri"/>
        </w:rPr>
        <w:t>este parte integrantă a contractului de finanţare</w:t>
      </w:r>
      <w:r>
        <w:rPr>
          <w:rFonts w:ascii="Calibri" w:hAnsi="Calibri" w:cs="Calibri"/>
        </w:rPr>
        <w:t xml:space="preserve"> </w:t>
      </w:r>
      <w:r w:rsidRPr="00E8080E">
        <w:rPr>
          <w:rFonts w:ascii="Calibri" w:hAnsi="Calibri" w:cs="Calibri"/>
        </w:rPr>
        <w:t xml:space="preserve">şi cuprinde indicatorii de etapă </w:t>
      </w:r>
      <w:proofErr w:type="spellStart"/>
      <w:r w:rsidRPr="00E8080E">
        <w:rPr>
          <w:rFonts w:ascii="Calibri" w:hAnsi="Calibri" w:cs="Calibri"/>
        </w:rPr>
        <w:t>stabiliţi</w:t>
      </w:r>
      <w:proofErr w:type="spellEnd"/>
      <w:r w:rsidRPr="00E8080E">
        <w:rPr>
          <w:rFonts w:ascii="Calibri" w:hAnsi="Calibri" w:cs="Calibri"/>
        </w:rPr>
        <w:t xml:space="preserve"> pentru perioada de implementare a proiectului pe baza cărora se monitorizează şi se evaluează progresul implementării proiectului; </w:t>
      </w:r>
    </w:p>
    <w:p w14:paraId="78D93BAE" w14:textId="290DABE6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acesta include valorile </w:t>
      </w:r>
      <w:r w:rsidR="003C60B9" w:rsidRPr="00E8080E">
        <w:rPr>
          <w:rFonts w:ascii="Calibri" w:hAnsi="Calibri" w:cs="Calibri"/>
        </w:rPr>
        <w:t>țintelor</w:t>
      </w:r>
      <w:r w:rsidRPr="00E8080E">
        <w:rPr>
          <w:rFonts w:ascii="Calibri" w:hAnsi="Calibri" w:cs="Calibri"/>
        </w:rPr>
        <w:t xml:space="preserve"> finale ale indicatorilor de realizare şi de rezultat care trebuie atinse ca urmare a implementării proiectului, precum şi valorile de bază/de </w:t>
      </w:r>
      <w:r w:rsidR="003C60B9" w:rsidRPr="00E8080E">
        <w:rPr>
          <w:rFonts w:ascii="Calibri" w:hAnsi="Calibri" w:cs="Calibri"/>
        </w:rPr>
        <w:t>referință</w:t>
      </w:r>
      <w:r w:rsidRPr="00E8080E">
        <w:rPr>
          <w:rFonts w:ascii="Calibri" w:hAnsi="Calibri" w:cs="Calibri"/>
        </w:rPr>
        <w:t xml:space="preserve"> ale acestora, dacă există; </w:t>
      </w:r>
    </w:p>
    <w:p w14:paraId="40D38138" w14:textId="5BD94902" w:rsidR="001B7E0E" w:rsidRPr="00E8080E" w:rsidRDefault="001B7E0E" w:rsidP="001B7E0E">
      <w:pPr>
        <w:numPr>
          <w:ilvl w:val="0"/>
          <w:numId w:val="43"/>
        </w:numPr>
        <w:jc w:val="both"/>
        <w:rPr>
          <w:rFonts w:ascii="Calibri" w:hAnsi="Calibri" w:cs="Calibri"/>
        </w:rPr>
      </w:pPr>
      <w:r w:rsidRPr="00E8080E">
        <w:rPr>
          <w:rFonts w:ascii="Calibri" w:hAnsi="Calibri" w:cs="Calibri"/>
        </w:rPr>
        <w:t xml:space="preserve">utilizarea acestuia are ca finalitate consolidarea şi eficientizarea procesului de monitorizare a proiectelor de către </w:t>
      </w:r>
      <w:r w:rsidR="003C60B9" w:rsidRPr="00E8080E">
        <w:rPr>
          <w:rFonts w:ascii="Calibri" w:hAnsi="Calibri" w:cs="Calibri"/>
        </w:rPr>
        <w:t>autoritățile</w:t>
      </w:r>
      <w:r w:rsidRPr="00E8080E">
        <w:rPr>
          <w:rFonts w:ascii="Calibri" w:hAnsi="Calibri" w:cs="Calibri"/>
        </w:rPr>
        <w:t xml:space="preserve"> de management</w:t>
      </w:r>
      <w:r>
        <w:rPr>
          <w:rFonts w:ascii="Calibri" w:hAnsi="Calibri" w:cs="Calibri"/>
        </w:rPr>
        <w:t>.</w:t>
      </w:r>
    </w:p>
    <w:p w14:paraId="61500E25" w14:textId="77777777" w:rsidR="001B7E0E" w:rsidRDefault="001B7E0E" w:rsidP="001B7E0E">
      <w:pPr>
        <w:jc w:val="both"/>
        <w:rPr>
          <w:rFonts w:ascii="Calibri" w:hAnsi="Calibri" w:cs="Calibri"/>
        </w:rPr>
      </w:pPr>
    </w:p>
    <w:p w14:paraId="573B90DC" w14:textId="77777777" w:rsidR="001B7E0E" w:rsidRPr="00B7289C" w:rsidRDefault="001B7E0E" w:rsidP="001B7E0E">
      <w:pPr>
        <w:shd w:val="clear" w:color="auto" w:fill="BFBFBF"/>
        <w:jc w:val="both"/>
        <w:rPr>
          <w:rFonts w:ascii="Calibri" w:hAnsi="Calibri" w:cs="Calibri"/>
          <w:b/>
          <w:color w:val="2F5496"/>
        </w:rPr>
      </w:pPr>
      <w:r>
        <w:rPr>
          <w:rFonts w:ascii="Calibri" w:hAnsi="Calibri" w:cs="Calibri"/>
          <w:b/>
          <w:color w:val="2F5496"/>
        </w:rPr>
        <w:t>IMPORTANT!</w:t>
      </w:r>
    </w:p>
    <w:p w14:paraId="23312596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2F7BA0EB" w14:textId="77777777" w:rsidR="001B7E0E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Conform art. 14, alin. (25) din OUG 23/</w:t>
      </w:r>
      <w:r w:rsidRPr="001A225C">
        <w:rPr>
          <w:rFonts w:ascii="Calibri" w:hAnsi="Calibri" w:cs="Calibri"/>
        </w:rPr>
        <w:t xml:space="preserve">2023: Planul de monitorizare al proiectului poate face obiectul unor modificări prin act </w:t>
      </w:r>
      <w:proofErr w:type="spellStart"/>
      <w:r w:rsidRPr="001A225C">
        <w:rPr>
          <w:rFonts w:ascii="Calibri" w:hAnsi="Calibri" w:cs="Calibri"/>
        </w:rPr>
        <w:t>adiţional</w:t>
      </w:r>
      <w:proofErr w:type="spellEnd"/>
      <w:r w:rsidRPr="001A225C">
        <w:rPr>
          <w:rFonts w:ascii="Calibri" w:hAnsi="Calibri" w:cs="Calibri"/>
        </w:rPr>
        <w:t xml:space="preserve"> la contractul de finanţare.</w:t>
      </w:r>
    </w:p>
    <w:p w14:paraId="34D91E67" w14:textId="77777777" w:rsidR="001B7E0E" w:rsidRPr="00696924" w:rsidRDefault="001B7E0E" w:rsidP="001B7E0E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</w:rPr>
      </w:pPr>
      <w:r w:rsidRPr="00696924">
        <w:rPr>
          <w:rFonts w:ascii="Calibri" w:hAnsi="Calibri" w:cs="Calibri"/>
        </w:rPr>
        <w:lastRenderedPageBreak/>
        <w:t>Masurile pentru neîndeplinirea indicatorilor de etapă se pot aplica gradual</w:t>
      </w:r>
      <w:r>
        <w:rPr>
          <w:rFonts w:ascii="Calibri" w:hAnsi="Calibri" w:cs="Calibri"/>
        </w:rPr>
        <w:t>,</w:t>
      </w:r>
      <w:r w:rsidRPr="0069692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conform detalierii din Condițiile specifice, anexă la contractul de finanțare.</w:t>
      </w:r>
    </w:p>
    <w:p w14:paraId="087036C1" w14:textId="77777777" w:rsidR="001B7E0E" w:rsidRPr="000F6FA7" w:rsidRDefault="001B7E0E" w:rsidP="001B7E0E">
      <w:pPr>
        <w:shd w:val="clear" w:color="auto" w:fill="FFFFFF"/>
        <w:jc w:val="both"/>
        <w:rPr>
          <w:rFonts w:ascii="Calibri" w:hAnsi="Calibri" w:cs="Calibri"/>
          <w:b/>
        </w:rPr>
      </w:pPr>
    </w:p>
    <w:p w14:paraId="00363E52" w14:textId="77777777" w:rsidR="00B94F63" w:rsidRPr="003B61FA" w:rsidRDefault="00B94F63" w:rsidP="003B61FA"/>
    <w:sectPr w:rsidR="00B94F63" w:rsidRPr="003B61FA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77EFB" w14:textId="77777777" w:rsidR="00C000F5" w:rsidRDefault="00C000F5">
      <w:r>
        <w:separator/>
      </w:r>
    </w:p>
  </w:endnote>
  <w:endnote w:type="continuationSeparator" w:id="0">
    <w:p w14:paraId="38A50649" w14:textId="77777777" w:rsidR="00C000F5" w:rsidRDefault="00C0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C213" w14:textId="77777777" w:rsidR="006F3787" w:rsidRDefault="006F378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Subsol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Subsol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3D041" w14:textId="77777777" w:rsidR="006F3787" w:rsidRDefault="006F3787">
    <w:pPr>
      <w:pStyle w:val="Subsol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2910F" w14:textId="77777777" w:rsidR="00C000F5" w:rsidRDefault="00C000F5">
      <w:r>
        <w:separator/>
      </w:r>
    </w:p>
  </w:footnote>
  <w:footnote w:type="continuationSeparator" w:id="0">
    <w:p w14:paraId="3FC5CE7E" w14:textId="77777777" w:rsidR="00C000F5" w:rsidRDefault="00C0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9F79D" w14:textId="77777777" w:rsidR="006F3787" w:rsidRDefault="006F378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80996" w14:textId="7A3B1353" w:rsidR="006F3787" w:rsidRPr="00851382" w:rsidRDefault="006F3787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Pr="00851382">
      <w:rPr>
        <w:color w:val="999999"/>
        <w:sz w:val="20"/>
        <w:szCs w:val="20"/>
      </w:rPr>
      <w:t xml:space="preserve">Pagina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PAGE </w:instrText>
    </w:r>
    <w:r w:rsidRPr="00851382">
      <w:rPr>
        <w:color w:val="999999"/>
        <w:sz w:val="20"/>
        <w:szCs w:val="20"/>
      </w:rPr>
      <w:fldChar w:fldCharType="separate"/>
    </w:r>
    <w:r w:rsidR="00843357">
      <w:rPr>
        <w:noProof/>
        <w:color w:val="999999"/>
        <w:sz w:val="20"/>
        <w:szCs w:val="20"/>
      </w:rPr>
      <w:t>8</w:t>
    </w:r>
    <w:r w:rsidRPr="00851382">
      <w:rPr>
        <w:color w:val="999999"/>
        <w:sz w:val="20"/>
        <w:szCs w:val="20"/>
      </w:rPr>
      <w:fldChar w:fldCharType="end"/>
    </w:r>
    <w:r w:rsidRPr="00851382">
      <w:rPr>
        <w:color w:val="999999"/>
        <w:sz w:val="20"/>
        <w:szCs w:val="20"/>
      </w:rPr>
      <w:t xml:space="preserve"> din </w:t>
    </w:r>
    <w:r w:rsidRPr="00851382">
      <w:rPr>
        <w:color w:val="999999"/>
        <w:sz w:val="20"/>
        <w:szCs w:val="20"/>
      </w:rPr>
      <w:fldChar w:fldCharType="begin"/>
    </w:r>
    <w:r w:rsidRPr="00851382">
      <w:rPr>
        <w:color w:val="999999"/>
        <w:sz w:val="20"/>
        <w:szCs w:val="20"/>
      </w:rPr>
      <w:instrText xml:space="preserve"> NUMPAGES </w:instrText>
    </w:r>
    <w:r w:rsidRPr="00851382">
      <w:rPr>
        <w:color w:val="999999"/>
        <w:sz w:val="20"/>
        <w:szCs w:val="20"/>
      </w:rPr>
      <w:fldChar w:fldCharType="separate"/>
    </w:r>
    <w:r w:rsidR="00843357">
      <w:rPr>
        <w:noProof/>
        <w:color w:val="999999"/>
        <w:sz w:val="20"/>
        <w:szCs w:val="20"/>
      </w:rPr>
      <w:t>8</w:t>
    </w:r>
    <w:r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81298" w14:textId="77777777" w:rsidR="006F3787" w:rsidRDefault="006F3787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Cuprins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75508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C60B9"/>
    <w:rsid w:val="003E2E03"/>
    <w:rsid w:val="00474F02"/>
    <w:rsid w:val="004856FF"/>
    <w:rsid w:val="0049229A"/>
    <w:rsid w:val="004B1FDB"/>
    <w:rsid w:val="00523BEA"/>
    <w:rsid w:val="00586EAF"/>
    <w:rsid w:val="005A6B00"/>
    <w:rsid w:val="005C21C9"/>
    <w:rsid w:val="005C7AFF"/>
    <w:rsid w:val="005E3BF4"/>
    <w:rsid w:val="00634D63"/>
    <w:rsid w:val="00643AC4"/>
    <w:rsid w:val="006B79B9"/>
    <w:rsid w:val="006D5FC5"/>
    <w:rsid w:val="006F3787"/>
    <w:rsid w:val="0070704A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43357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9F7992"/>
    <w:rsid w:val="00A076DB"/>
    <w:rsid w:val="00A756AD"/>
    <w:rsid w:val="00B15233"/>
    <w:rsid w:val="00B26EB5"/>
    <w:rsid w:val="00B3488E"/>
    <w:rsid w:val="00B77B68"/>
    <w:rsid w:val="00B86D76"/>
    <w:rsid w:val="00B94F63"/>
    <w:rsid w:val="00BC52CD"/>
    <w:rsid w:val="00BD3175"/>
    <w:rsid w:val="00BF316A"/>
    <w:rsid w:val="00C000F5"/>
    <w:rsid w:val="00C05C7A"/>
    <w:rsid w:val="00C24D62"/>
    <w:rsid w:val="00C77D43"/>
    <w:rsid w:val="00C82AD1"/>
    <w:rsid w:val="00CC6C98"/>
    <w:rsid w:val="00D22014"/>
    <w:rsid w:val="00D94812"/>
    <w:rsid w:val="00DC52D2"/>
    <w:rsid w:val="00E368B2"/>
    <w:rsid w:val="00E753B1"/>
    <w:rsid w:val="00EF6CD7"/>
    <w:rsid w:val="00F12E7F"/>
    <w:rsid w:val="00F32CDA"/>
    <w:rsid w:val="00F35118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link w:val="Titlu1Caracte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link w:val="Titlu8Caracter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link w:val="Titlu9Caracte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Titlu2Caracter">
    <w:name w:val="Titlu 2 Caracter"/>
    <w:basedOn w:val="Fontdeparagrafimplicit"/>
    <w:link w:val="Titlu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Titlu4Caracter">
    <w:name w:val="Titlu 4 Caracter"/>
    <w:basedOn w:val="Fontdeparagrafimplicit"/>
    <w:link w:val="Titlu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Titlu5Caracter">
    <w:name w:val="Titlu 5 Caracter"/>
    <w:basedOn w:val="Fontdeparagrafimplicit"/>
    <w:link w:val="Titlu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Titlu6Caracter">
    <w:name w:val="Titlu 6 Caracter"/>
    <w:basedOn w:val="Fontdeparagrafimplicit"/>
    <w:link w:val="Titlu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Titlu7Caracter">
    <w:name w:val="Titlu 7 Caracter"/>
    <w:basedOn w:val="Fontdeparagrafimplicit"/>
    <w:link w:val="Titlu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Titlu8Caracter">
    <w:name w:val="Titlu 8 Caracter"/>
    <w:basedOn w:val="Fontdeparagrafimplicit"/>
    <w:link w:val="Titlu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Titlu9Caracter">
    <w:name w:val="Titlu 9 Caracter"/>
    <w:basedOn w:val="Fontdeparagrafimplicit"/>
    <w:link w:val="Titlu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Subsol">
    <w:name w:val="footer"/>
    <w:basedOn w:val="Normal"/>
    <w:link w:val="SubsolCaracter"/>
    <w:uiPriority w:val="99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Numrdepagin">
    <w:name w:val="page number"/>
    <w:basedOn w:val="Fontdeparagrafimplicit"/>
  </w:style>
  <w:style w:type="character" w:styleId="Hyperlink">
    <w:name w:val="Hyperlink"/>
    <w:uiPriority w:val="99"/>
    <w:rPr>
      <w:color w:val="0000FF"/>
      <w:u w:val="single"/>
    </w:rPr>
  </w:style>
  <w:style w:type="character" w:styleId="HyperlinkParcurs">
    <w:name w:val="FollowedHyperlink"/>
    <w:uiPriority w:val="99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Corptext">
    <w:name w:val="Body Text"/>
    <w:aliases w:val="block style,Body,Standard paragraph,b"/>
    <w:basedOn w:val="Normal"/>
    <w:link w:val="CorptextCaracter"/>
    <w:pPr>
      <w:jc w:val="both"/>
    </w:p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TextnBalon">
    <w:name w:val="Balloon Text"/>
    <w:basedOn w:val="Normal"/>
    <w:link w:val="TextnBalonCaracte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Frspaiere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f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fCaracte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Normal bullet 2 Caracter,List Paragraph1 Caracter,Listă colorată - Accentuare 11 Caracter"/>
    <w:link w:val="Listparagraf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Accentuat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Robust">
    <w:name w:val="Strong"/>
    <w:uiPriority w:val="22"/>
    <w:qFormat/>
    <w:rsid w:val="007214ED"/>
    <w:rPr>
      <w:b/>
      <w:bCs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Fontdeparagrafimplicit"/>
    <w:uiPriority w:val="99"/>
    <w:rsid w:val="007214ED"/>
    <w:rPr>
      <w:rFonts w:ascii="Arial Narrow" w:hAnsi="Arial Narrow"/>
      <w:lang w:val="ro-RO" w:eastAsia="de-D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Cuprins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elgril">
    <w:name w:val="Table Grid"/>
    <w:basedOn w:val="Tabel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uprins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Cuprins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Cuprins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u">
    <w:name w:val="Title"/>
    <w:basedOn w:val="Normal"/>
    <w:link w:val="TitluCaracte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uCaracter">
    <w:name w:val="Titlu Caracter"/>
    <w:basedOn w:val="Fontdeparagrafimplicit"/>
    <w:link w:val="Titlu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el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Referincomentariu">
    <w:name w:val="annotation reference"/>
    <w:basedOn w:val="Fontdeparagrafimplicit"/>
    <w:uiPriority w:val="99"/>
    <w:unhideWhenUsed/>
    <w:rsid w:val="007214E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7214ED"/>
    <w:rPr>
      <w:rFonts w:ascii="Trebuchet MS" w:hAnsi="Trebuchet MS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unhideWhenUsed/>
    <w:rsid w:val="007214E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rsid w:val="007214ED"/>
    <w:rPr>
      <w:rFonts w:ascii="Trebuchet MS" w:hAnsi="Trebuchet MS"/>
      <w:b/>
      <w:bCs/>
      <w:lang w:val="ro-RO"/>
    </w:rPr>
  </w:style>
  <w:style w:type="paragraph" w:styleId="Revizuire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Corptext3">
    <w:name w:val="Body Text 3"/>
    <w:basedOn w:val="Normal"/>
    <w:link w:val="Corptext3Caracte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7DEF0-6326-4959-B680-DB57994D0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6</TotalTime>
  <Pages>8</Pages>
  <Words>1084</Words>
  <Characters>6563</Characters>
  <Application>Microsoft Office Word</Application>
  <DocSecurity>0</DocSecurity>
  <Lines>54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7632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Ioana Badila</cp:lastModifiedBy>
  <cp:revision>8</cp:revision>
  <cp:lastPrinted>2023-05-29T06:12:00Z</cp:lastPrinted>
  <dcterms:created xsi:type="dcterms:W3CDTF">2023-07-07T10:55:00Z</dcterms:created>
  <dcterms:modified xsi:type="dcterms:W3CDTF">2023-08-24T08:43:00Z</dcterms:modified>
</cp:coreProperties>
</file>